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F72DF" w14:textId="202C7755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82225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F6298" w:rsidRPr="00822250">
        <w:rPr>
          <w:rFonts w:asciiTheme="majorHAnsi" w:eastAsia="Times New Roman" w:hAnsiTheme="majorHAnsi" w:cs="Times New Roman"/>
          <w:lang w:eastAsia="cs-CZ"/>
        </w:rPr>
        <w:t>2</w:t>
      </w:r>
      <w:r w:rsidR="00A756D0" w:rsidRPr="00822250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2F3698F9" w14:textId="77777777" w:rsidR="00A756D0" w:rsidRPr="00DD29C3" w:rsidRDefault="00A756D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5C9758A1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352FFFF7" w14:textId="77777777" w:rsidR="00EF3BFB" w:rsidRPr="00221465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cena za HARDWARE</w:t>
      </w:r>
    </w:p>
    <w:p w14:paraId="0D7B7AA7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388"/>
        <w:gridCol w:w="2427"/>
        <w:gridCol w:w="1965"/>
        <w:gridCol w:w="1848"/>
      </w:tblGrid>
      <w:tr w:rsidR="00EF3BFB" w:rsidRPr="00221465" w14:paraId="28CA8E90" w14:textId="77777777" w:rsidTr="00DB643D">
        <w:tc>
          <w:tcPr>
            <w:tcW w:w="2388" w:type="dxa"/>
            <w:shd w:val="clear" w:color="auto" w:fill="D9D9D9"/>
          </w:tcPr>
          <w:p w14:paraId="551D1CED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2427" w:type="dxa"/>
            <w:shd w:val="clear" w:color="auto" w:fill="D9D9D9"/>
          </w:tcPr>
          <w:p w14:paraId="58EB9C25" w14:textId="36B64F29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jeden kus Hardware </w:t>
            </w:r>
            <w:r w:rsidR="00220C84">
              <w:rPr>
                <w:rFonts w:asciiTheme="majorHAnsi" w:hAnsiTheme="majorHAnsi"/>
                <w:b/>
              </w:rPr>
              <w:t xml:space="preserve">vč. případných licencí </w:t>
            </w:r>
            <w:r w:rsidRPr="00FF65DD">
              <w:rPr>
                <w:rFonts w:asciiTheme="majorHAnsi" w:hAnsiTheme="majorHAnsi"/>
                <w:b/>
              </w:rPr>
              <w:t>(v Kč bez DPH)</w:t>
            </w:r>
          </w:p>
        </w:tc>
        <w:tc>
          <w:tcPr>
            <w:tcW w:w="1965" w:type="dxa"/>
            <w:shd w:val="clear" w:color="auto" w:fill="D9D9D9"/>
          </w:tcPr>
          <w:p w14:paraId="61D20E6E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1848" w:type="dxa"/>
            <w:shd w:val="clear" w:color="auto" w:fill="D9D9D9"/>
          </w:tcPr>
          <w:p w14:paraId="52808DBE" w14:textId="41ACA6F1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počet kusů Hardware </w:t>
            </w:r>
            <w:r w:rsidR="00220C84">
              <w:rPr>
                <w:rFonts w:asciiTheme="majorHAnsi" w:hAnsiTheme="majorHAnsi"/>
                <w:b/>
              </w:rPr>
              <w:t xml:space="preserve">vč. případných licencí </w:t>
            </w:r>
            <w:r w:rsidRPr="00FF65DD">
              <w:rPr>
                <w:rFonts w:asciiTheme="majorHAnsi" w:hAnsiTheme="majorHAnsi"/>
                <w:b/>
              </w:rPr>
              <w:t>(v Kč bez DPH)</w:t>
            </w:r>
          </w:p>
        </w:tc>
      </w:tr>
      <w:tr w:rsidR="00EF3BFB" w:rsidRPr="00221465" w14:paraId="29738F20" w14:textId="77777777" w:rsidTr="00DB643D">
        <w:tc>
          <w:tcPr>
            <w:tcW w:w="2388" w:type="dxa"/>
          </w:tcPr>
          <w:p w14:paraId="7DCBEA4C" w14:textId="33178CCB" w:rsidR="00EF3BFB" w:rsidRPr="00FF65DD" w:rsidRDefault="00EA5CA8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Telefonní ústředna</w:t>
            </w:r>
          </w:p>
        </w:tc>
        <w:tc>
          <w:tcPr>
            <w:tcW w:w="2427" w:type="dxa"/>
          </w:tcPr>
          <w:p w14:paraId="12E86A76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65" w:type="dxa"/>
          </w:tcPr>
          <w:p w14:paraId="7948E64A" w14:textId="4811760F" w:rsidR="00EF3BFB" w:rsidRPr="00FF65DD" w:rsidRDefault="00EA5CA8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848" w:type="dxa"/>
          </w:tcPr>
          <w:p w14:paraId="7CB79246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359A77FF" w14:textId="77777777" w:rsidTr="00DB643D">
        <w:tc>
          <w:tcPr>
            <w:tcW w:w="2388" w:type="dxa"/>
          </w:tcPr>
          <w:p w14:paraId="514696AA" w14:textId="7D02B564" w:rsidR="00EF3BFB" w:rsidRPr="00FF65DD" w:rsidRDefault="00EA5CA8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 xml:space="preserve">Gigabit Switch </w:t>
            </w:r>
            <w:r w:rsidR="00B623C0">
              <w:rPr>
                <w:rFonts w:asciiTheme="majorHAnsi" w:hAnsiTheme="majorHAnsi"/>
              </w:rPr>
              <w:t xml:space="preserve">min. </w:t>
            </w:r>
            <w:r>
              <w:rPr>
                <w:rFonts w:asciiTheme="majorHAnsi" w:hAnsiTheme="majorHAnsi"/>
              </w:rPr>
              <w:t xml:space="preserve">48x 1Gb, </w:t>
            </w:r>
            <w:r w:rsidR="001508D5">
              <w:rPr>
                <w:rFonts w:asciiTheme="majorHAnsi" w:hAnsiTheme="majorHAnsi"/>
              </w:rPr>
              <w:t>2</w:t>
            </w:r>
            <w:r>
              <w:rPr>
                <w:rFonts w:asciiTheme="majorHAnsi" w:hAnsiTheme="majorHAnsi"/>
              </w:rPr>
              <w:t>x SFP</w:t>
            </w:r>
          </w:p>
        </w:tc>
        <w:tc>
          <w:tcPr>
            <w:tcW w:w="2427" w:type="dxa"/>
          </w:tcPr>
          <w:p w14:paraId="1C0EE202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65" w:type="dxa"/>
          </w:tcPr>
          <w:p w14:paraId="02012FF0" w14:textId="57641E74" w:rsidR="00EF3BFB" w:rsidRPr="00FF65DD" w:rsidRDefault="00EA5CA8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1848" w:type="dxa"/>
          </w:tcPr>
          <w:p w14:paraId="0298A910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5E2BA573" w14:textId="77777777" w:rsidTr="00DB643D">
        <w:tc>
          <w:tcPr>
            <w:tcW w:w="2388" w:type="dxa"/>
          </w:tcPr>
          <w:p w14:paraId="01FA506C" w14:textId="0441A1F6" w:rsidR="00EF3BFB" w:rsidRPr="00FF65DD" w:rsidRDefault="00EA5CA8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Gigabit PoE Switch</w:t>
            </w:r>
            <w:r w:rsidR="00B623C0">
              <w:rPr>
                <w:rFonts w:asciiTheme="majorHAnsi" w:hAnsiTheme="majorHAnsi"/>
              </w:rPr>
              <w:t xml:space="preserve"> min.</w:t>
            </w:r>
            <w:r>
              <w:rPr>
                <w:rFonts w:asciiTheme="majorHAnsi" w:hAnsiTheme="majorHAnsi"/>
              </w:rPr>
              <w:t xml:space="preserve"> 48x 1Gb, 2x SFP</w:t>
            </w:r>
          </w:p>
        </w:tc>
        <w:tc>
          <w:tcPr>
            <w:tcW w:w="2427" w:type="dxa"/>
          </w:tcPr>
          <w:p w14:paraId="7AEBE273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65" w:type="dxa"/>
          </w:tcPr>
          <w:p w14:paraId="465B3DDB" w14:textId="5F466299" w:rsidR="00EF3BFB" w:rsidRPr="00FF65DD" w:rsidRDefault="00EA5CA8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1848" w:type="dxa"/>
          </w:tcPr>
          <w:p w14:paraId="3560D081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2FA19E2D" w14:textId="77777777" w:rsidTr="00DB643D">
        <w:tc>
          <w:tcPr>
            <w:tcW w:w="2388" w:type="dxa"/>
          </w:tcPr>
          <w:p w14:paraId="4B771CA5" w14:textId="0FA766B4" w:rsidR="00EF3BFB" w:rsidRPr="00FF65DD" w:rsidRDefault="00EA5CA8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Manažerský telefon</w:t>
            </w:r>
          </w:p>
        </w:tc>
        <w:tc>
          <w:tcPr>
            <w:tcW w:w="2427" w:type="dxa"/>
          </w:tcPr>
          <w:p w14:paraId="3392C70D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65" w:type="dxa"/>
          </w:tcPr>
          <w:p w14:paraId="20EB00C9" w14:textId="385D85E6" w:rsidR="00EF3BFB" w:rsidRPr="00FF65DD" w:rsidRDefault="006D393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20</w:t>
            </w:r>
          </w:p>
        </w:tc>
        <w:tc>
          <w:tcPr>
            <w:tcW w:w="1848" w:type="dxa"/>
          </w:tcPr>
          <w:p w14:paraId="7289E84C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5584EAD5" w14:textId="77777777" w:rsidTr="00DB643D">
        <w:tc>
          <w:tcPr>
            <w:tcW w:w="2388" w:type="dxa"/>
          </w:tcPr>
          <w:p w14:paraId="663DF3D8" w14:textId="1285ED4F" w:rsidR="00EF3BFB" w:rsidRPr="00FF65DD" w:rsidRDefault="00EA5CA8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Střední telefon</w:t>
            </w:r>
          </w:p>
        </w:tc>
        <w:tc>
          <w:tcPr>
            <w:tcW w:w="2427" w:type="dxa"/>
          </w:tcPr>
          <w:p w14:paraId="71C09AF4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65" w:type="dxa"/>
          </w:tcPr>
          <w:p w14:paraId="05057BA7" w14:textId="20C52F95" w:rsidR="00EF3BFB" w:rsidRPr="00FF65DD" w:rsidRDefault="006D393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20</w:t>
            </w:r>
          </w:p>
        </w:tc>
        <w:tc>
          <w:tcPr>
            <w:tcW w:w="1848" w:type="dxa"/>
          </w:tcPr>
          <w:p w14:paraId="3E6576A2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4FFB5888" w14:textId="77777777" w:rsidTr="00DB643D">
        <w:tc>
          <w:tcPr>
            <w:tcW w:w="2388" w:type="dxa"/>
          </w:tcPr>
          <w:p w14:paraId="6731E03E" w14:textId="31CF1798" w:rsidR="00EF3BFB" w:rsidRPr="00FF65DD" w:rsidRDefault="00EA5CA8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Základní telefon</w:t>
            </w:r>
          </w:p>
        </w:tc>
        <w:tc>
          <w:tcPr>
            <w:tcW w:w="2427" w:type="dxa"/>
          </w:tcPr>
          <w:p w14:paraId="7F7495D1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65" w:type="dxa"/>
          </w:tcPr>
          <w:p w14:paraId="36A47753" w14:textId="4FB1B917" w:rsidR="00EF3BFB" w:rsidRPr="00FF65DD" w:rsidRDefault="006D393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460</w:t>
            </w:r>
          </w:p>
        </w:tc>
        <w:tc>
          <w:tcPr>
            <w:tcW w:w="1848" w:type="dxa"/>
          </w:tcPr>
          <w:p w14:paraId="5E82837E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C94F8A" w:rsidRPr="00221465" w14:paraId="5FB9EEEB" w14:textId="77777777" w:rsidTr="00C94F8A">
        <w:tc>
          <w:tcPr>
            <w:tcW w:w="2388" w:type="dxa"/>
          </w:tcPr>
          <w:p w14:paraId="00FC5370" w14:textId="58709850" w:rsidR="00B623C0" w:rsidRDefault="00B623C0" w:rsidP="00B623C0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</w:t>
            </w:r>
            <w:r w:rsidRPr="00380F2D">
              <w:rPr>
                <w:rFonts w:asciiTheme="majorHAnsi" w:hAnsiTheme="majorHAnsi"/>
              </w:rPr>
              <w:t>apájecí adaptér 230 V</w:t>
            </w:r>
          </w:p>
        </w:tc>
        <w:tc>
          <w:tcPr>
            <w:tcW w:w="2427" w:type="dxa"/>
          </w:tcPr>
          <w:p w14:paraId="6B19A0B0" w14:textId="1EEA4D8F" w:rsidR="00B623C0" w:rsidRPr="00FF65DD" w:rsidRDefault="00B623C0" w:rsidP="00B623C0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65" w:type="dxa"/>
          </w:tcPr>
          <w:p w14:paraId="51367833" w14:textId="489B1F18" w:rsidR="00B623C0" w:rsidRDefault="00B623C0" w:rsidP="00B623C0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120</w:t>
            </w:r>
          </w:p>
        </w:tc>
        <w:tc>
          <w:tcPr>
            <w:tcW w:w="1848" w:type="dxa"/>
          </w:tcPr>
          <w:p w14:paraId="31AE1013" w14:textId="2C037E21" w:rsidR="00B623C0" w:rsidRPr="00FF65DD" w:rsidRDefault="00B623C0" w:rsidP="00B623C0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C94F8A" w:rsidRPr="00221465" w14:paraId="0E85949E" w14:textId="77777777" w:rsidTr="00C94F8A">
        <w:tc>
          <w:tcPr>
            <w:tcW w:w="2388" w:type="dxa"/>
          </w:tcPr>
          <w:p w14:paraId="7B78CA2D" w14:textId="1BC89D98" w:rsidR="00B623C0" w:rsidRDefault="00B623C0" w:rsidP="00B623C0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Minimálně </w:t>
            </w:r>
            <w:r w:rsidRPr="00380F2D">
              <w:rPr>
                <w:rFonts w:asciiTheme="majorHAnsi" w:hAnsiTheme="majorHAnsi"/>
              </w:rPr>
              <w:t>1Gb SFP DAC kabel</w:t>
            </w:r>
            <w:r>
              <w:rPr>
                <w:rFonts w:asciiTheme="majorHAnsi" w:hAnsiTheme="majorHAnsi"/>
              </w:rPr>
              <w:t xml:space="preserve">y </w:t>
            </w:r>
            <w:r w:rsidRPr="00380F2D">
              <w:rPr>
                <w:rFonts w:asciiTheme="majorHAnsi" w:hAnsiTheme="majorHAnsi"/>
              </w:rPr>
              <w:t xml:space="preserve">o délce minimálně </w:t>
            </w:r>
            <w:r>
              <w:rPr>
                <w:rFonts w:asciiTheme="majorHAnsi" w:hAnsiTheme="majorHAnsi"/>
              </w:rPr>
              <w:t>5</w:t>
            </w:r>
            <w:r w:rsidRPr="00380F2D">
              <w:rPr>
                <w:rFonts w:asciiTheme="majorHAnsi" w:hAnsiTheme="majorHAnsi"/>
              </w:rPr>
              <w:t xml:space="preserve"> metrů</w:t>
            </w:r>
          </w:p>
        </w:tc>
        <w:tc>
          <w:tcPr>
            <w:tcW w:w="2427" w:type="dxa"/>
          </w:tcPr>
          <w:p w14:paraId="63F1111D" w14:textId="65ECBD33" w:rsidR="00B623C0" w:rsidRPr="00FF65DD" w:rsidRDefault="00B623C0" w:rsidP="00B623C0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65" w:type="dxa"/>
          </w:tcPr>
          <w:p w14:paraId="322A6D9D" w14:textId="1E37D485" w:rsidR="00B623C0" w:rsidRDefault="00B623C0" w:rsidP="00B623C0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</w:t>
            </w:r>
          </w:p>
        </w:tc>
        <w:tc>
          <w:tcPr>
            <w:tcW w:w="1848" w:type="dxa"/>
          </w:tcPr>
          <w:p w14:paraId="20BBDEFA" w14:textId="1D51E067" w:rsidR="00B623C0" w:rsidRPr="00FF65DD" w:rsidRDefault="00B623C0" w:rsidP="00B623C0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C94F8A" w:rsidRPr="00221465" w14:paraId="7B6B4DBC" w14:textId="77777777" w:rsidTr="00C94F8A">
        <w:tc>
          <w:tcPr>
            <w:tcW w:w="2388" w:type="dxa"/>
          </w:tcPr>
          <w:p w14:paraId="4EA4DD78" w14:textId="0EE6012F" w:rsidR="00B623C0" w:rsidRDefault="00B623C0" w:rsidP="00B623C0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Minimálně </w:t>
            </w:r>
            <w:r w:rsidRPr="00643820">
              <w:rPr>
                <w:rFonts w:asciiTheme="majorHAnsi" w:hAnsiTheme="majorHAnsi"/>
              </w:rPr>
              <w:t>1Gb SFP modul</w:t>
            </w:r>
            <w:r>
              <w:rPr>
                <w:rFonts w:asciiTheme="majorHAnsi" w:hAnsiTheme="majorHAnsi"/>
              </w:rPr>
              <w:t>y</w:t>
            </w:r>
            <w:r w:rsidRPr="00643820">
              <w:rPr>
                <w:rFonts w:asciiTheme="majorHAnsi" w:hAnsiTheme="majorHAnsi"/>
              </w:rPr>
              <w:t xml:space="preserve"> single mode</w:t>
            </w:r>
          </w:p>
        </w:tc>
        <w:tc>
          <w:tcPr>
            <w:tcW w:w="2427" w:type="dxa"/>
          </w:tcPr>
          <w:p w14:paraId="25D1204F" w14:textId="2ED7738F" w:rsidR="00B623C0" w:rsidRPr="00FF65DD" w:rsidRDefault="00B623C0" w:rsidP="00B623C0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65" w:type="dxa"/>
          </w:tcPr>
          <w:p w14:paraId="62D136C3" w14:textId="5EE0B753" w:rsidR="00B623C0" w:rsidRDefault="00B623C0" w:rsidP="00B623C0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1848" w:type="dxa"/>
          </w:tcPr>
          <w:p w14:paraId="0F2EBC4C" w14:textId="706EBD56" w:rsidR="00B623C0" w:rsidRPr="00FF65DD" w:rsidRDefault="00B623C0" w:rsidP="00B623C0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B623C0" w:rsidRPr="00221465" w14:paraId="34E5BD16" w14:textId="77777777" w:rsidTr="00DB643D">
        <w:tc>
          <w:tcPr>
            <w:tcW w:w="2388" w:type="dxa"/>
          </w:tcPr>
          <w:p w14:paraId="0F892EDF" w14:textId="2F66769A" w:rsidR="00B623C0" w:rsidRPr="00EA5CA8" w:rsidRDefault="00B623C0" w:rsidP="00B623C0">
            <w:pPr>
              <w:keepLines/>
              <w:spacing w:before="120" w:after="120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</w:rPr>
              <w:t xml:space="preserve">Ostatní instalační materiál, potřebný k instalaci Hardware </w:t>
            </w:r>
          </w:p>
        </w:tc>
        <w:tc>
          <w:tcPr>
            <w:tcW w:w="2427" w:type="dxa"/>
          </w:tcPr>
          <w:p w14:paraId="1CD7D59D" w14:textId="7190652F" w:rsidR="00B623C0" w:rsidRPr="00DB643D" w:rsidRDefault="00B623C0" w:rsidP="00B623C0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 w:rsidRPr="00DB643D">
              <w:rPr>
                <w:rFonts w:asciiTheme="majorHAnsi" w:hAnsiTheme="majorHAnsi"/>
              </w:rPr>
              <w:t xml:space="preserve">nebude </w:t>
            </w:r>
            <w:r>
              <w:rPr>
                <w:rFonts w:asciiTheme="majorHAnsi" w:hAnsiTheme="majorHAnsi"/>
              </w:rPr>
              <w:t>o</w:t>
            </w:r>
            <w:r w:rsidRPr="00DB643D">
              <w:rPr>
                <w:rFonts w:asciiTheme="majorHAnsi" w:hAnsiTheme="majorHAnsi"/>
              </w:rPr>
              <w:t xml:space="preserve">ceněn za kus, ale </w:t>
            </w:r>
            <w:r>
              <w:rPr>
                <w:rFonts w:asciiTheme="majorHAnsi" w:hAnsiTheme="majorHAnsi"/>
              </w:rPr>
              <w:t xml:space="preserve">pouze </w:t>
            </w:r>
            <w:r w:rsidRPr="00DB643D">
              <w:rPr>
                <w:rFonts w:asciiTheme="majorHAnsi" w:hAnsiTheme="majorHAnsi"/>
              </w:rPr>
              <w:t xml:space="preserve">za </w:t>
            </w:r>
            <w:r w:rsidR="00893945" w:rsidRPr="00893945">
              <w:rPr>
                <w:rFonts w:asciiTheme="majorHAnsi" w:hAnsiTheme="majorHAnsi"/>
              </w:rPr>
              <w:t>kompletní instalační</w:t>
            </w:r>
            <w:r w:rsidRPr="00DB643D">
              <w:rPr>
                <w:rFonts w:asciiTheme="majorHAnsi" w:hAnsiTheme="majorHAnsi"/>
              </w:rPr>
              <w:t xml:space="preserve"> materiál</w:t>
            </w:r>
          </w:p>
        </w:tc>
        <w:tc>
          <w:tcPr>
            <w:tcW w:w="1965" w:type="dxa"/>
          </w:tcPr>
          <w:p w14:paraId="1F2AAF25" w14:textId="0ADDA260" w:rsidR="00B623C0" w:rsidRPr="00FF65DD" w:rsidRDefault="00B623C0" w:rsidP="00B623C0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yellow"/>
              </w:rPr>
            </w:pPr>
            <w:r>
              <w:rPr>
                <w:rFonts w:asciiTheme="majorHAnsi" w:hAnsiTheme="majorHAnsi"/>
              </w:rPr>
              <w:t>komplet</w:t>
            </w:r>
          </w:p>
        </w:tc>
        <w:tc>
          <w:tcPr>
            <w:tcW w:w="1848" w:type="dxa"/>
          </w:tcPr>
          <w:p w14:paraId="438DE061" w14:textId="68DF4565" w:rsidR="00B623C0" w:rsidRPr="00FF65DD" w:rsidRDefault="00B623C0" w:rsidP="00B623C0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B623C0" w:rsidRPr="00221465" w14:paraId="369440B0" w14:textId="77777777" w:rsidTr="00DB643D">
        <w:tc>
          <w:tcPr>
            <w:tcW w:w="2388" w:type="dxa"/>
          </w:tcPr>
          <w:p w14:paraId="7880387D" w14:textId="2C494A5A" w:rsidR="00B623C0" w:rsidRPr="00FF65DD" w:rsidRDefault="00B623C0" w:rsidP="00B623C0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lastRenderedPageBreak/>
              <w:t>cena celkem za Hardware vč. případných licencí v Kč bez DPH</w:t>
            </w:r>
          </w:p>
        </w:tc>
        <w:tc>
          <w:tcPr>
            <w:tcW w:w="6240" w:type="dxa"/>
            <w:gridSpan w:val="3"/>
          </w:tcPr>
          <w:p w14:paraId="6A040081" w14:textId="77777777" w:rsidR="00B623C0" w:rsidRPr="00FF65DD" w:rsidRDefault="00B623C0" w:rsidP="00B623C0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B623C0" w:rsidRPr="00221465" w14:paraId="3175F5DB" w14:textId="77777777" w:rsidTr="00DB643D">
        <w:tc>
          <w:tcPr>
            <w:tcW w:w="2388" w:type="dxa"/>
          </w:tcPr>
          <w:p w14:paraId="70826206" w14:textId="77777777" w:rsidR="00B623C0" w:rsidRPr="00FF65DD" w:rsidRDefault="00B623C0" w:rsidP="00B623C0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6240" w:type="dxa"/>
            <w:gridSpan w:val="3"/>
          </w:tcPr>
          <w:p w14:paraId="54F761F6" w14:textId="77777777" w:rsidR="00B623C0" w:rsidRPr="00FF65DD" w:rsidRDefault="00B623C0" w:rsidP="00B623C0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B623C0" w:rsidRPr="00221465" w14:paraId="00824D1A" w14:textId="77777777" w:rsidTr="00DB643D">
        <w:tc>
          <w:tcPr>
            <w:tcW w:w="2388" w:type="dxa"/>
          </w:tcPr>
          <w:p w14:paraId="1565A415" w14:textId="27070C75" w:rsidR="00B623C0" w:rsidRPr="00FF65DD" w:rsidRDefault="00B623C0" w:rsidP="00B623C0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Hardware vč. případných licencí v Kč včetně DPH</w:t>
            </w:r>
          </w:p>
        </w:tc>
        <w:tc>
          <w:tcPr>
            <w:tcW w:w="6240" w:type="dxa"/>
            <w:gridSpan w:val="3"/>
          </w:tcPr>
          <w:p w14:paraId="77548514" w14:textId="77777777" w:rsidR="00B623C0" w:rsidRPr="00FF65DD" w:rsidRDefault="00B623C0" w:rsidP="00B623C0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21D4833D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52D4E12" w14:textId="77777777" w:rsidR="00EF3BFB" w:rsidRPr="00822250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822250">
        <w:rPr>
          <w:rFonts w:asciiTheme="majorHAnsi" w:eastAsia="Times New Roman" w:hAnsiTheme="majorHAnsi" w:cs="Arial"/>
          <w:b/>
          <w:bCs/>
          <w:caps/>
          <w:kern w:val="32"/>
        </w:rPr>
        <w:t xml:space="preserve">Cena Služeb: </w:t>
      </w:r>
    </w:p>
    <w:p w14:paraId="5618D8C9" w14:textId="13AD9A71" w:rsidR="00EF3BFB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060A9FEB" w14:textId="0557A758" w:rsidR="00C51192" w:rsidRPr="00822250" w:rsidRDefault="00C51192" w:rsidP="00822250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cs-CZ"/>
        </w:rPr>
      </w:pPr>
      <w:r w:rsidRPr="00822250">
        <w:rPr>
          <w:rFonts w:asciiTheme="majorHAnsi" w:eastAsia="Times New Roman" w:hAnsiTheme="majorHAnsi" w:cs="Times New Roman"/>
          <w:sz w:val="20"/>
          <w:szCs w:val="20"/>
          <w:lang w:eastAsia="cs-CZ"/>
        </w:rPr>
        <w:t xml:space="preserve">Cena Služeb je zahrnuta v ceně </w:t>
      </w:r>
      <w:r>
        <w:rPr>
          <w:rFonts w:asciiTheme="majorHAnsi" w:eastAsia="Times New Roman" w:hAnsiTheme="majorHAnsi" w:cs="Times New Roman"/>
          <w:sz w:val="20"/>
          <w:szCs w:val="20"/>
          <w:lang w:eastAsia="cs-CZ"/>
        </w:rPr>
        <w:t xml:space="preserve">za </w:t>
      </w:r>
      <w:r w:rsidRPr="00822250">
        <w:rPr>
          <w:rFonts w:asciiTheme="majorHAnsi" w:eastAsia="Times New Roman" w:hAnsiTheme="majorHAnsi" w:cs="Times New Roman"/>
          <w:sz w:val="20"/>
          <w:szCs w:val="20"/>
          <w:lang w:eastAsia="cs-CZ"/>
        </w:rPr>
        <w:t>Hardware</w:t>
      </w:r>
      <w:r>
        <w:rPr>
          <w:rFonts w:asciiTheme="majorHAnsi" w:eastAsia="Times New Roman" w:hAnsiTheme="majorHAnsi" w:cs="Times New Roman"/>
          <w:sz w:val="20"/>
          <w:szCs w:val="20"/>
          <w:lang w:eastAsia="cs-CZ"/>
        </w:rPr>
        <w:t xml:space="preserve"> výše.</w:t>
      </w:r>
    </w:p>
    <w:p w14:paraId="6278C9A9" w14:textId="77777777" w:rsidR="00C51192" w:rsidRPr="001B629E" w:rsidRDefault="00C51192" w:rsidP="00EF3BFB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20E3096F" w14:textId="77777777" w:rsidR="00EF3BFB" w:rsidRPr="00822250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822250">
        <w:rPr>
          <w:rFonts w:asciiTheme="majorHAnsi" w:eastAsia="Times New Roman" w:hAnsiTheme="majorHAnsi" w:cs="Arial"/>
          <w:b/>
          <w:bCs/>
          <w:caps/>
          <w:kern w:val="32"/>
        </w:rPr>
        <w:t>cena Školení</w:t>
      </w:r>
    </w:p>
    <w:p w14:paraId="40ED9A0D" w14:textId="77777777" w:rsidR="00EF3BFB" w:rsidRPr="001B629E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660"/>
        <w:gridCol w:w="1843"/>
        <w:gridCol w:w="1984"/>
        <w:gridCol w:w="1984"/>
      </w:tblGrid>
      <w:tr w:rsidR="00EF3BFB" w:rsidRPr="00FF65DD" w14:paraId="55A37D7C" w14:textId="77777777" w:rsidTr="00805A75">
        <w:tc>
          <w:tcPr>
            <w:tcW w:w="2660" w:type="dxa"/>
            <w:shd w:val="clear" w:color="auto" w:fill="D9D9D9"/>
          </w:tcPr>
          <w:p w14:paraId="763BBD6F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Školení </w:t>
            </w:r>
          </w:p>
        </w:tc>
        <w:tc>
          <w:tcPr>
            <w:tcW w:w="1843" w:type="dxa"/>
            <w:shd w:val="clear" w:color="auto" w:fill="D9D9D9"/>
          </w:tcPr>
          <w:p w14:paraId="6CDF4DEC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jedno Školení (v Kč bez DPH)</w:t>
            </w:r>
          </w:p>
        </w:tc>
        <w:tc>
          <w:tcPr>
            <w:tcW w:w="1984" w:type="dxa"/>
            <w:shd w:val="clear" w:color="auto" w:fill="D9D9D9"/>
          </w:tcPr>
          <w:p w14:paraId="4DBD47A7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Školení</w:t>
            </w:r>
          </w:p>
        </w:tc>
        <w:tc>
          <w:tcPr>
            <w:tcW w:w="1984" w:type="dxa"/>
            <w:shd w:val="clear" w:color="auto" w:fill="D9D9D9"/>
          </w:tcPr>
          <w:p w14:paraId="7172A150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Školení (v Kč bez DPH)</w:t>
            </w:r>
          </w:p>
        </w:tc>
      </w:tr>
      <w:tr w:rsidR="00EF3BFB" w:rsidRPr="00FF65DD" w14:paraId="24B1D575" w14:textId="77777777" w:rsidTr="00805A75">
        <w:tc>
          <w:tcPr>
            <w:tcW w:w="2660" w:type="dxa"/>
          </w:tcPr>
          <w:p w14:paraId="7C11EEF6" w14:textId="6AB2C175" w:rsidR="00EF3BFB" w:rsidRPr="00FF65DD" w:rsidRDefault="002D280E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Uživatelské š</w:t>
            </w:r>
            <w:r w:rsidRPr="00FF65DD">
              <w:rPr>
                <w:rFonts w:asciiTheme="majorHAnsi" w:hAnsiTheme="majorHAnsi"/>
              </w:rPr>
              <w:t>kolení</w:t>
            </w:r>
          </w:p>
        </w:tc>
        <w:tc>
          <w:tcPr>
            <w:tcW w:w="1843" w:type="dxa"/>
          </w:tcPr>
          <w:p w14:paraId="5709494E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1A4E0B95" w14:textId="73AAE662" w:rsidR="00EF3BFB" w:rsidRPr="00FF65DD" w:rsidRDefault="00B623C0" w:rsidP="002D280E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984" w:type="dxa"/>
          </w:tcPr>
          <w:p w14:paraId="3F1F093A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2D280E" w:rsidRPr="00FF65DD" w14:paraId="580F4A8F" w14:textId="77777777" w:rsidTr="00805A75">
        <w:tc>
          <w:tcPr>
            <w:tcW w:w="2660" w:type="dxa"/>
          </w:tcPr>
          <w:p w14:paraId="223D69B3" w14:textId="6D2EA67B" w:rsidR="002D280E" w:rsidRPr="00FF65DD" w:rsidDel="002D280E" w:rsidRDefault="002D280E" w:rsidP="002D280E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Administrátorské školení</w:t>
            </w:r>
          </w:p>
        </w:tc>
        <w:tc>
          <w:tcPr>
            <w:tcW w:w="1843" w:type="dxa"/>
          </w:tcPr>
          <w:p w14:paraId="290CC235" w14:textId="27F74388" w:rsidR="002D280E" w:rsidRPr="00FF65DD" w:rsidRDefault="002D280E" w:rsidP="002D280E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69833E59" w14:textId="7E552F90" w:rsidR="002D280E" w:rsidRPr="001779A9" w:rsidRDefault="00B623C0" w:rsidP="002D280E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984" w:type="dxa"/>
          </w:tcPr>
          <w:p w14:paraId="6AFBC707" w14:textId="5BD4AE91" w:rsidR="002D280E" w:rsidRPr="00FF65DD" w:rsidRDefault="002D280E" w:rsidP="002D280E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2D280E" w:rsidRPr="00FF65DD" w14:paraId="352E8228" w14:textId="77777777" w:rsidTr="00805A75">
        <w:tc>
          <w:tcPr>
            <w:tcW w:w="2660" w:type="dxa"/>
          </w:tcPr>
          <w:p w14:paraId="5556A5BF" w14:textId="77777777" w:rsidR="002D280E" w:rsidRPr="00FF65DD" w:rsidRDefault="002D280E" w:rsidP="002D280E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 za Školení v Kč bez DPH</w:t>
            </w:r>
          </w:p>
        </w:tc>
        <w:tc>
          <w:tcPr>
            <w:tcW w:w="5811" w:type="dxa"/>
            <w:gridSpan w:val="3"/>
          </w:tcPr>
          <w:p w14:paraId="78216BB9" w14:textId="77777777" w:rsidR="002D280E" w:rsidRPr="00FF65DD" w:rsidRDefault="002D280E" w:rsidP="002D280E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2D280E" w:rsidRPr="00FF65DD" w14:paraId="5AB70536" w14:textId="77777777" w:rsidTr="00805A75">
        <w:tc>
          <w:tcPr>
            <w:tcW w:w="2660" w:type="dxa"/>
          </w:tcPr>
          <w:p w14:paraId="54440C60" w14:textId="77777777" w:rsidR="002D280E" w:rsidRPr="00FF65DD" w:rsidRDefault="002D280E" w:rsidP="002D280E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811" w:type="dxa"/>
            <w:gridSpan w:val="3"/>
          </w:tcPr>
          <w:p w14:paraId="519BA287" w14:textId="77777777" w:rsidR="002D280E" w:rsidRPr="00FF65DD" w:rsidRDefault="002D280E" w:rsidP="002D280E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2D280E" w:rsidRPr="00FF65DD" w14:paraId="597BD270" w14:textId="77777777" w:rsidTr="00805A75">
        <w:tc>
          <w:tcPr>
            <w:tcW w:w="2660" w:type="dxa"/>
          </w:tcPr>
          <w:p w14:paraId="3A4FBF3C" w14:textId="15C5AACA" w:rsidR="002D280E" w:rsidRPr="00FF65DD" w:rsidRDefault="002D280E" w:rsidP="00313EBB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313EBB">
              <w:rPr>
                <w:rFonts w:asciiTheme="majorHAnsi" w:hAnsiTheme="majorHAnsi"/>
                <w:b/>
              </w:rPr>
              <w:t xml:space="preserve">Školení </w:t>
            </w:r>
            <w:r>
              <w:rPr>
                <w:rFonts w:asciiTheme="majorHAnsi" w:hAnsiTheme="majorHAnsi"/>
                <w:b/>
              </w:rPr>
              <w:t>v Kč včetně DPH</w:t>
            </w:r>
          </w:p>
        </w:tc>
        <w:tc>
          <w:tcPr>
            <w:tcW w:w="5811" w:type="dxa"/>
            <w:gridSpan w:val="3"/>
          </w:tcPr>
          <w:p w14:paraId="206839BD" w14:textId="77777777" w:rsidR="002D280E" w:rsidRPr="00FF65DD" w:rsidRDefault="002D280E" w:rsidP="002D280E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7E44F72A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36CAF65A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510"/>
        <w:gridCol w:w="4962"/>
      </w:tblGrid>
      <w:tr w:rsidR="00EF3BFB" w:rsidRPr="00FF65DD" w14:paraId="1B5B3050" w14:textId="77777777" w:rsidTr="00805A75">
        <w:tc>
          <w:tcPr>
            <w:tcW w:w="3510" w:type="dxa"/>
          </w:tcPr>
          <w:p w14:paraId="2359AA59" w14:textId="77777777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bookmarkStart w:id="0" w:name="_Hlk28982191"/>
            <w:r w:rsidRPr="00FF65DD">
              <w:rPr>
                <w:rFonts w:asciiTheme="majorHAnsi" w:hAnsiTheme="majorHAnsi"/>
                <w:b/>
              </w:rPr>
              <w:t xml:space="preserve">Celková Cena za Plnění, tj. součet všech výše uvedených cen (v Kč bez DPH): </w:t>
            </w:r>
          </w:p>
        </w:tc>
        <w:tc>
          <w:tcPr>
            <w:tcW w:w="4962" w:type="dxa"/>
          </w:tcPr>
          <w:p w14:paraId="41E8CF08" w14:textId="77777777" w:rsidR="00EF3BFB" w:rsidRPr="00FF65DD" w:rsidRDefault="00EF3BFB" w:rsidP="00805A75">
            <w:pPr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7FC7288F" w14:textId="77777777" w:rsidTr="00805A75">
        <w:tc>
          <w:tcPr>
            <w:tcW w:w="3510" w:type="dxa"/>
          </w:tcPr>
          <w:p w14:paraId="14592EB4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4962" w:type="dxa"/>
          </w:tcPr>
          <w:p w14:paraId="3C61675D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4312B1F3" w14:textId="77777777" w:rsidTr="00805A75">
        <w:tc>
          <w:tcPr>
            <w:tcW w:w="3510" w:type="dxa"/>
          </w:tcPr>
          <w:p w14:paraId="166BE49F" w14:textId="0A4265CF" w:rsidR="00656B8C" w:rsidRPr="00FF65DD" w:rsidRDefault="00656B8C" w:rsidP="003D0512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3D0512">
              <w:rPr>
                <w:rFonts w:asciiTheme="majorHAnsi" w:hAnsiTheme="majorHAnsi"/>
                <w:b/>
              </w:rPr>
              <w:t xml:space="preserve">Plnění </w:t>
            </w:r>
            <w:r>
              <w:rPr>
                <w:rFonts w:asciiTheme="majorHAnsi" w:hAnsiTheme="majorHAnsi"/>
                <w:b/>
              </w:rPr>
              <w:t>v Kč včetně DPH</w:t>
            </w:r>
          </w:p>
        </w:tc>
        <w:tc>
          <w:tcPr>
            <w:tcW w:w="4962" w:type="dxa"/>
          </w:tcPr>
          <w:p w14:paraId="442E662D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bookmarkEnd w:id="0"/>
    </w:tbl>
    <w:p w14:paraId="3F419CCE" w14:textId="250EB228" w:rsidR="00EF3BFB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3FD57256" w14:textId="77777777" w:rsidR="00DB643D" w:rsidRPr="00221465" w:rsidRDefault="00DB643D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  <w:bookmarkStart w:id="1" w:name="_GoBack"/>
      <w:bookmarkEnd w:id="1"/>
    </w:p>
    <w:p w14:paraId="53296965" w14:textId="77777777" w:rsidR="00EF3BFB" w:rsidRPr="00822250" w:rsidRDefault="00EF3BFB" w:rsidP="00EF3BFB">
      <w:pPr>
        <w:keepNext/>
        <w:tabs>
          <w:tab w:val="num" w:pos="567"/>
        </w:tabs>
        <w:spacing w:before="240" w:after="0" w:line="240" w:lineRule="auto"/>
        <w:ind w:left="567" w:hanging="567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2" w:name="_Toc517632215"/>
      <w:bookmarkStart w:id="3" w:name="_Toc517978992"/>
      <w:bookmarkStart w:id="4" w:name="_Toc518251189"/>
      <w:bookmarkStart w:id="5" w:name="_Toc533063765"/>
      <w:r w:rsidRPr="00822250">
        <w:rPr>
          <w:rFonts w:asciiTheme="majorHAnsi" w:eastAsia="Times New Roman" w:hAnsiTheme="majorHAnsi" w:cs="Arial"/>
          <w:b/>
          <w:bCs/>
          <w:caps/>
          <w:kern w:val="32"/>
        </w:rPr>
        <w:lastRenderedPageBreak/>
        <w:t>BLIŽŠÍ PODMÍNKY ZAPLACENÍ CENY</w:t>
      </w:r>
      <w:bookmarkEnd w:id="2"/>
      <w:bookmarkEnd w:id="3"/>
      <w:bookmarkEnd w:id="4"/>
      <w:bookmarkEnd w:id="5"/>
    </w:p>
    <w:p w14:paraId="76BD2A5E" w14:textId="77777777" w:rsidR="00EF3BFB" w:rsidRPr="00221465" w:rsidRDefault="00EF3BFB" w:rsidP="00EF3BFB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highlight w:val="yellow"/>
        </w:rPr>
      </w:pPr>
    </w:p>
    <w:p w14:paraId="330217C1" w14:textId="46634BF7" w:rsidR="009F392E" w:rsidRPr="00DA661C" w:rsidRDefault="003D0512" w:rsidP="003D0512">
      <w:pPr>
        <w:rPr>
          <w:u w:val="single"/>
        </w:rPr>
      </w:pPr>
      <w:r w:rsidRPr="007B44C5">
        <w:t xml:space="preserve">Kupující požaduje, aby Prodávající vystavil fakturu za telefonní přístroje, specifikované v čl. 1.3 </w:t>
      </w:r>
      <w:r w:rsidRPr="00822250">
        <w:t>přílohy č. 1</w:t>
      </w:r>
      <w:r w:rsidRPr="007B44C5">
        <w:t xml:space="preserve"> Smlouvy</w:t>
      </w:r>
      <w:r>
        <w:t xml:space="preserve"> (tj. i včetně napájecích adapterů </w:t>
      </w:r>
      <w:r w:rsidRPr="00380F2D">
        <w:rPr>
          <w:rFonts w:asciiTheme="majorHAnsi" w:eastAsia="Times New Roman" w:hAnsiTheme="majorHAnsi" w:cs="Times New Roman"/>
        </w:rPr>
        <w:t>230 V</w:t>
      </w:r>
      <w:r>
        <w:t>)</w:t>
      </w:r>
      <w:r w:rsidRPr="007B44C5">
        <w:t>, odděleně od faktury za ostatní části Plnění.</w:t>
      </w:r>
    </w:p>
    <w:sectPr w:rsidR="009F392E" w:rsidRPr="00DA661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DE645C" w14:textId="77777777" w:rsidR="004C25CA" w:rsidRDefault="004C25CA" w:rsidP="00962258">
      <w:pPr>
        <w:spacing w:after="0" w:line="240" w:lineRule="auto"/>
      </w:pPr>
      <w:r>
        <w:separator/>
      </w:r>
    </w:p>
  </w:endnote>
  <w:endnote w:type="continuationSeparator" w:id="0">
    <w:p w14:paraId="5A3CD508" w14:textId="77777777" w:rsidR="004C25CA" w:rsidRDefault="004C25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7B5D8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BF9F288" w14:textId="3B061C8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11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119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DA56B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3CDE4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F282E0D" w14:textId="77777777" w:rsidR="00F1715C" w:rsidRDefault="00F1715C" w:rsidP="00D831A3">
          <w:pPr>
            <w:pStyle w:val="Zpat"/>
          </w:pPr>
        </w:p>
      </w:tc>
    </w:tr>
  </w:tbl>
  <w:p w14:paraId="7EC09FD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1D724A5" wp14:editId="15A5AE1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13EA78" wp14:editId="6716AFB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E3FF4B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D7E6A9" w14:textId="23F7F0F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11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119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B8AD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4E2D64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D42BF1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4AA1E77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D5F82C9" w14:textId="77777777"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42944C4" w14:textId="77777777" w:rsidR="00F1715C" w:rsidRDefault="00F1715C" w:rsidP="00460660">
          <w:pPr>
            <w:pStyle w:val="Zpat"/>
          </w:pPr>
        </w:p>
      </w:tc>
    </w:tr>
  </w:tbl>
  <w:p w14:paraId="669AC37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26D1D61" wp14:editId="4F0CD7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B8D03E" wp14:editId="5F19C0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A49FA5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11B66" w14:textId="77777777" w:rsidR="004C25CA" w:rsidRDefault="004C25CA" w:rsidP="00962258">
      <w:pPr>
        <w:spacing w:after="0" w:line="240" w:lineRule="auto"/>
      </w:pPr>
      <w:r>
        <w:separator/>
      </w:r>
    </w:p>
  </w:footnote>
  <w:footnote w:type="continuationSeparator" w:id="0">
    <w:p w14:paraId="3275156D" w14:textId="77777777" w:rsidR="004C25CA" w:rsidRDefault="004C25C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D0DB19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4D0FE2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0B2A0D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FD22CCE" w14:textId="77777777" w:rsidR="00F1715C" w:rsidRPr="00D6163D" w:rsidRDefault="00F1715C" w:rsidP="00D6163D">
          <w:pPr>
            <w:pStyle w:val="Druhdokumentu"/>
          </w:pPr>
        </w:p>
      </w:tc>
    </w:tr>
  </w:tbl>
  <w:p w14:paraId="116347D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3094C3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504845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551DD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66E26E" w14:textId="77777777" w:rsidR="00F1715C" w:rsidRPr="00D6163D" w:rsidRDefault="00F1715C" w:rsidP="00FC6389">
          <w:pPr>
            <w:pStyle w:val="Druhdokumentu"/>
          </w:pPr>
        </w:p>
      </w:tc>
    </w:tr>
    <w:tr w:rsidR="009F392E" w14:paraId="3626EC1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6BD7A9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E1433C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812D94A" w14:textId="77777777" w:rsidR="009F392E" w:rsidRPr="00D6163D" w:rsidRDefault="009F392E" w:rsidP="00FC6389">
          <w:pPr>
            <w:pStyle w:val="Druhdokumentu"/>
          </w:pPr>
        </w:p>
      </w:tc>
    </w:tr>
  </w:tbl>
  <w:p w14:paraId="0E3BD9A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C601389" wp14:editId="3CDA6BF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1A282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72C1E"/>
    <w:rsid w:val="0008701E"/>
    <w:rsid w:val="000E23A7"/>
    <w:rsid w:val="000E4423"/>
    <w:rsid w:val="0010693F"/>
    <w:rsid w:val="00114472"/>
    <w:rsid w:val="001508D5"/>
    <w:rsid w:val="001550BC"/>
    <w:rsid w:val="001605B9"/>
    <w:rsid w:val="00170EC5"/>
    <w:rsid w:val="00172C52"/>
    <w:rsid w:val="001747C1"/>
    <w:rsid w:val="001779A9"/>
    <w:rsid w:val="00184743"/>
    <w:rsid w:val="001A60CB"/>
    <w:rsid w:val="001E496E"/>
    <w:rsid w:val="00207DF5"/>
    <w:rsid w:val="00220C84"/>
    <w:rsid w:val="0026609E"/>
    <w:rsid w:val="00274582"/>
    <w:rsid w:val="00280E07"/>
    <w:rsid w:val="002C31BF"/>
    <w:rsid w:val="002D08B1"/>
    <w:rsid w:val="002D280E"/>
    <w:rsid w:val="002E0CD7"/>
    <w:rsid w:val="002F6298"/>
    <w:rsid w:val="00313EBB"/>
    <w:rsid w:val="00325284"/>
    <w:rsid w:val="00341DCF"/>
    <w:rsid w:val="00357BC6"/>
    <w:rsid w:val="003956C6"/>
    <w:rsid w:val="003B71C1"/>
    <w:rsid w:val="003C6322"/>
    <w:rsid w:val="003D0512"/>
    <w:rsid w:val="00436802"/>
    <w:rsid w:val="00441430"/>
    <w:rsid w:val="00450F07"/>
    <w:rsid w:val="00453CD3"/>
    <w:rsid w:val="00460660"/>
    <w:rsid w:val="00461090"/>
    <w:rsid w:val="00486107"/>
    <w:rsid w:val="00491827"/>
    <w:rsid w:val="004B348C"/>
    <w:rsid w:val="004C25CA"/>
    <w:rsid w:val="004C2711"/>
    <w:rsid w:val="004C4399"/>
    <w:rsid w:val="004C787C"/>
    <w:rsid w:val="004D2966"/>
    <w:rsid w:val="004E143C"/>
    <w:rsid w:val="004E3A53"/>
    <w:rsid w:val="004F20BC"/>
    <w:rsid w:val="004F4B9B"/>
    <w:rsid w:val="004F69EA"/>
    <w:rsid w:val="00511AB9"/>
    <w:rsid w:val="005147F1"/>
    <w:rsid w:val="00523EA7"/>
    <w:rsid w:val="00553375"/>
    <w:rsid w:val="00557C28"/>
    <w:rsid w:val="00565BE8"/>
    <w:rsid w:val="005736B7"/>
    <w:rsid w:val="00575E5A"/>
    <w:rsid w:val="005929BE"/>
    <w:rsid w:val="005C25FA"/>
    <w:rsid w:val="005E29C6"/>
    <w:rsid w:val="005F1404"/>
    <w:rsid w:val="0061068E"/>
    <w:rsid w:val="00656B8C"/>
    <w:rsid w:val="00660AD3"/>
    <w:rsid w:val="00677B7F"/>
    <w:rsid w:val="006935F9"/>
    <w:rsid w:val="006A5570"/>
    <w:rsid w:val="006A689C"/>
    <w:rsid w:val="006B3D79"/>
    <w:rsid w:val="006D393C"/>
    <w:rsid w:val="006D7AFE"/>
    <w:rsid w:val="006E0578"/>
    <w:rsid w:val="006E314D"/>
    <w:rsid w:val="00710723"/>
    <w:rsid w:val="00715E96"/>
    <w:rsid w:val="00723ED1"/>
    <w:rsid w:val="00743525"/>
    <w:rsid w:val="0076286B"/>
    <w:rsid w:val="00766846"/>
    <w:rsid w:val="0077673A"/>
    <w:rsid w:val="007846E1"/>
    <w:rsid w:val="00790991"/>
    <w:rsid w:val="007B570C"/>
    <w:rsid w:val="007C3240"/>
    <w:rsid w:val="007C589B"/>
    <w:rsid w:val="007E4A6E"/>
    <w:rsid w:val="007F039E"/>
    <w:rsid w:val="007F56A7"/>
    <w:rsid w:val="00800BB3"/>
    <w:rsid w:val="00807DD0"/>
    <w:rsid w:val="00822250"/>
    <w:rsid w:val="008659F3"/>
    <w:rsid w:val="0087192E"/>
    <w:rsid w:val="008744F8"/>
    <w:rsid w:val="00876496"/>
    <w:rsid w:val="00886D4B"/>
    <w:rsid w:val="00893945"/>
    <w:rsid w:val="00895406"/>
    <w:rsid w:val="008A1A48"/>
    <w:rsid w:val="008A3568"/>
    <w:rsid w:val="008D03B9"/>
    <w:rsid w:val="008E6E55"/>
    <w:rsid w:val="008E7DCA"/>
    <w:rsid w:val="008F18D6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210A"/>
    <w:rsid w:val="009B14A9"/>
    <w:rsid w:val="009B2E97"/>
    <w:rsid w:val="009E07F4"/>
    <w:rsid w:val="009F392E"/>
    <w:rsid w:val="009F64AE"/>
    <w:rsid w:val="00A57B7F"/>
    <w:rsid w:val="00A6177B"/>
    <w:rsid w:val="00A66136"/>
    <w:rsid w:val="00A679DA"/>
    <w:rsid w:val="00A756D0"/>
    <w:rsid w:val="00A85755"/>
    <w:rsid w:val="00A87939"/>
    <w:rsid w:val="00AA4CBB"/>
    <w:rsid w:val="00AA65FA"/>
    <w:rsid w:val="00AA7351"/>
    <w:rsid w:val="00AD056F"/>
    <w:rsid w:val="00AD6731"/>
    <w:rsid w:val="00AD788C"/>
    <w:rsid w:val="00B15D0D"/>
    <w:rsid w:val="00B623C0"/>
    <w:rsid w:val="00B75EE1"/>
    <w:rsid w:val="00B77481"/>
    <w:rsid w:val="00B8518B"/>
    <w:rsid w:val="00BD7E91"/>
    <w:rsid w:val="00C02D0A"/>
    <w:rsid w:val="00C03A6E"/>
    <w:rsid w:val="00C44F6A"/>
    <w:rsid w:val="00C47AE3"/>
    <w:rsid w:val="00C51192"/>
    <w:rsid w:val="00C94F8A"/>
    <w:rsid w:val="00CD1FC4"/>
    <w:rsid w:val="00CD62DE"/>
    <w:rsid w:val="00D21061"/>
    <w:rsid w:val="00D4108E"/>
    <w:rsid w:val="00D6163D"/>
    <w:rsid w:val="00D73D46"/>
    <w:rsid w:val="00D831A3"/>
    <w:rsid w:val="00DA661C"/>
    <w:rsid w:val="00DB643D"/>
    <w:rsid w:val="00DC75F3"/>
    <w:rsid w:val="00DD46F3"/>
    <w:rsid w:val="00DE56F2"/>
    <w:rsid w:val="00DF116D"/>
    <w:rsid w:val="00E12635"/>
    <w:rsid w:val="00E36C4A"/>
    <w:rsid w:val="00E52010"/>
    <w:rsid w:val="00EA5CA8"/>
    <w:rsid w:val="00EB104F"/>
    <w:rsid w:val="00EC7547"/>
    <w:rsid w:val="00ED14BD"/>
    <w:rsid w:val="00EF3BFB"/>
    <w:rsid w:val="00F0533E"/>
    <w:rsid w:val="00F1048D"/>
    <w:rsid w:val="00F12DEC"/>
    <w:rsid w:val="00F14771"/>
    <w:rsid w:val="00F1715C"/>
    <w:rsid w:val="00F310F8"/>
    <w:rsid w:val="00F35939"/>
    <w:rsid w:val="00F45607"/>
    <w:rsid w:val="00F46615"/>
    <w:rsid w:val="00F53B4A"/>
    <w:rsid w:val="00F5558F"/>
    <w:rsid w:val="00F659EB"/>
    <w:rsid w:val="00F6733D"/>
    <w:rsid w:val="00F67573"/>
    <w:rsid w:val="00F81E0A"/>
    <w:rsid w:val="00F84966"/>
    <w:rsid w:val="00F86BA6"/>
    <w:rsid w:val="00FC6389"/>
    <w:rsid w:val="00FD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D76B4A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E12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1263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1263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2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263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C25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75A1DD-BB71-42AB-A869-0675F6132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7EB5F4-49CC-416C-9880-65EDC8CA9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3</Pages>
  <Words>310</Words>
  <Characters>1831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3</cp:revision>
  <cp:lastPrinted>2017-11-28T17:18:00Z</cp:lastPrinted>
  <dcterms:created xsi:type="dcterms:W3CDTF">2023-01-30T09:15:00Z</dcterms:created>
  <dcterms:modified xsi:type="dcterms:W3CDTF">2023-01-30T09:49:00Z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